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ABB" w:rsidRDefault="00027ABB">
      <w:pPr>
        <w:rPr>
          <w:b/>
          <w:sz w:val="22"/>
          <w:szCs w:val="22"/>
        </w:rPr>
      </w:pPr>
      <w:r>
        <w:rPr>
          <w:b/>
          <w:sz w:val="22"/>
          <w:szCs w:val="22"/>
        </w:rPr>
        <w:t>Mr. Brooks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US History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2011-2012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Semester 1</w:t>
      </w:r>
    </w:p>
    <w:p w:rsidR="00027ABB" w:rsidRDefault="00027ABB">
      <w:pPr>
        <w:rPr>
          <w:sz w:val="22"/>
          <w:szCs w:val="22"/>
        </w:rPr>
      </w:pPr>
      <w:r>
        <w:rPr>
          <w:b/>
          <w:sz w:val="22"/>
          <w:szCs w:val="22"/>
        </w:rPr>
        <w:t>Weeks:  11 &amp; 12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Unit 3: </w:t>
      </w:r>
      <w:r>
        <w:rPr>
          <w:sz w:val="22"/>
          <w:szCs w:val="22"/>
        </w:rPr>
        <w:t>Federalist Era (Chap. 6-7)</w:t>
      </w:r>
    </w:p>
    <w:p w:rsidR="00027ABB" w:rsidRDefault="00027ABB">
      <w:pPr>
        <w:rPr>
          <w:b/>
          <w:sz w:val="22"/>
          <w:szCs w:val="22"/>
        </w:rPr>
      </w:pPr>
    </w:p>
    <w:p w:rsidR="00027ABB" w:rsidRDefault="00027ABB">
      <w:pPr>
        <w:rPr>
          <w:b/>
          <w:sz w:val="22"/>
          <w:szCs w:val="22"/>
        </w:rPr>
      </w:pPr>
      <w:r>
        <w:rPr>
          <w:b/>
          <w:sz w:val="22"/>
          <w:szCs w:val="22"/>
        </w:rPr>
        <w:t>(This is a tentative schedule and is subject to change.)</w:t>
      </w:r>
    </w:p>
    <w:tbl>
      <w:tblPr>
        <w:tblW w:w="10206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6"/>
        <w:gridCol w:w="2744"/>
        <w:gridCol w:w="4175"/>
        <w:gridCol w:w="2431"/>
      </w:tblGrid>
      <w:tr w:rsidR="00027ABB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ABB" w:rsidRDefault="00027A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Day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ABB" w:rsidRDefault="00027A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Subject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ABB" w:rsidRDefault="00027A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Specific Topic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ABB" w:rsidRDefault="00027A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Homework (due the following day unless otherwise stated)</w:t>
            </w:r>
          </w:p>
        </w:tc>
      </w:tr>
      <w:tr w:rsidR="00027ABB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ABB" w:rsidRDefault="00027A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10/31</w:t>
            </w:r>
          </w:p>
          <w:p w:rsidR="00027ABB" w:rsidRDefault="00027A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Mon.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ABB" w:rsidRDefault="00027A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Institute Day (OFF)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ABB" w:rsidRDefault="00027ABB">
            <w:pPr>
              <w:rPr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ABB" w:rsidRDefault="00027ABB">
            <w:pPr>
              <w:rPr>
                <w:sz w:val="22"/>
                <w:szCs w:val="22"/>
              </w:rPr>
            </w:pPr>
          </w:p>
        </w:tc>
      </w:tr>
      <w:tr w:rsidR="00027ABB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ABB" w:rsidRDefault="00027A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11/1</w:t>
            </w:r>
          </w:p>
          <w:p w:rsidR="00027ABB" w:rsidRDefault="00027A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Tues.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ABB" w:rsidRDefault="00027ABB">
            <w:pPr>
              <w:rPr>
                <w:sz w:val="22"/>
                <w:szCs w:val="22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ABB" w:rsidRPr="006721EC" w:rsidRDefault="00027ABB" w:rsidP="00027ABB">
            <w:pPr>
              <w:rPr>
                <w:sz w:val="20"/>
              </w:rPr>
            </w:pPr>
            <w:r w:rsidRPr="006721EC">
              <w:rPr>
                <w:sz w:val="20"/>
              </w:rPr>
              <w:t>-Unit 3 M.C. Exam</w:t>
            </w:r>
          </w:p>
          <w:p w:rsidR="00027ABB" w:rsidRDefault="00027ABB" w:rsidP="00DE74C2">
            <w:pPr>
              <w:rPr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ABB" w:rsidRDefault="00027ABB" w:rsidP="00DE74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-HW Ch 13 S.G.</w:t>
            </w:r>
          </w:p>
        </w:tc>
      </w:tr>
      <w:tr w:rsidR="00027ABB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ABB" w:rsidRDefault="00027A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11/2</w:t>
            </w:r>
          </w:p>
          <w:p w:rsidR="00027ABB" w:rsidRDefault="00027A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Wed.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ABB" w:rsidRDefault="00027A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ACT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ABB" w:rsidRDefault="00027ABB">
            <w:pPr>
              <w:rPr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ABB" w:rsidRDefault="00027ABB">
            <w:pPr>
              <w:rPr>
                <w:sz w:val="22"/>
                <w:szCs w:val="22"/>
              </w:rPr>
            </w:pPr>
          </w:p>
        </w:tc>
      </w:tr>
      <w:tr w:rsidR="00027ABB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ABB" w:rsidRDefault="00027A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11/3</w:t>
            </w:r>
          </w:p>
          <w:p w:rsidR="00027ABB" w:rsidRDefault="00027A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Thurs.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ABB" w:rsidRDefault="00EB08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Westward Expansion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ABB" w:rsidRPr="006721EC" w:rsidRDefault="00027ABB" w:rsidP="00027ABB">
            <w:pPr>
              <w:rPr>
                <w:sz w:val="20"/>
              </w:rPr>
            </w:pPr>
            <w:r>
              <w:rPr>
                <w:sz w:val="20"/>
              </w:rPr>
              <w:t xml:space="preserve">-Good Bad Example of Jackson DBQ </w:t>
            </w:r>
          </w:p>
          <w:p w:rsidR="00027ABB" w:rsidRDefault="00027ABB" w:rsidP="00027ABB">
            <w:pPr>
              <w:rPr>
                <w:sz w:val="20"/>
              </w:rPr>
            </w:pPr>
            <w:r>
              <w:rPr>
                <w:sz w:val="20"/>
              </w:rPr>
              <w:t xml:space="preserve">-Peer editing activity </w:t>
            </w:r>
          </w:p>
          <w:p w:rsidR="00027ABB" w:rsidRDefault="00027ABB" w:rsidP="00DE74C2">
            <w:pPr>
              <w:rPr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ABB" w:rsidRDefault="00027ABB" w:rsidP="00DE74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-HW Ch 13 S.G.</w:t>
            </w:r>
          </w:p>
        </w:tc>
      </w:tr>
      <w:tr w:rsidR="00027ABB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ABB" w:rsidRDefault="00027A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11/4</w:t>
            </w:r>
          </w:p>
          <w:p w:rsidR="00027ABB" w:rsidRDefault="00027A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Fri.</w:t>
            </w:r>
          </w:p>
          <w:p w:rsidR="00027ABB" w:rsidRDefault="00027A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ABB" w:rsidRDefault="00EB08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Westward Expansion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ABB" w:rsidRDefault="00027ABB" w:rsidP="00027ABB">
            <w:pPr>
              <w:rPr>
                <w:sz w:val="20"/>
              </w:rPr>
            </w:pPr>
            <w:r>
              <w:rPr>
                <w:sz w:val="20"/>
              </w:rPr>
              <w:t xml:space="preserve">-Ch 13 Power Point </w:t>
            </w:r>
          </w:p>
          <w:p w:rsidR="00027ABB" w:rsidRPr="00DF0AE8" w:rsidRDefault="00027ABB" w:rsidP="00027ABB">
            <w:pPr>
              <w:rPr>
                <w:sz w:val="20"/>
              </w:rPr>
            </w:pPr>
            <w:r>
              <w:rPr>
                <w:sz w:val="20"/>
              </w:rPr>
              <w:t>-President video Van Buren to Tyler</w:t>
            </w:r>
          </w:p>
          <w:p w:rsidR="00027ABB" w:rsidRDefault="00027ABB" w:rsidP="00DE74C2">
            <w:pPr>
              <w:rPr>
                <w:b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ABB" w:rsidRDefault="004507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-HW Ch 14 S.G.</w:t>
            </w:r>
          </w:p>
        </w:tc>
      </w:tr>
      <w:tr w:rsidR="00027ABB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ABB" w:rsidRDefault="00027ABB">
            <w:pPr>
              <w:rPr>
                <w:sz w:val="22"/>
                <w:szCs w:val="22"/>
              </w:rPr>
            </w:pPr>
          </w:p>
        </w:tc>
      </w:tr>
      <w:tr w:rsidR="00027ABB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ABB" w:rsidRDefault="00027A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11/7</w:t>
            </w:r>
          </w:p>
          <w:p w:rsidR="00027ABB" w:rsidRDefault="00027A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Mon.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ABB" w:rsidRDefault="00EB08F7">
            <w:pPr>
              <w:tabs>
                <w:tab w:val="left" w:pos="11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Westward Expansion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ABB" w:rsidRDefault="00027ABB" w:rsidP="00027ABB">
            <w:pPr>
              <w:rPr>
                <w:sz w:val="20"/>
              </w:rPr>
            </w:pPr>
            <w:r>
              <w:rPr>
                <w:sz w:val="20"/>
              </w:rPr>
              <w:t>-Finish Power point for Ch 13</w:t>
            </w:r>
          </w:p>
          <w:p w:rsidR="00027ABB" w:rsidRPr="00DF0AE8" w:rsidRDefault="00027ABB" w:rsidP="00027ABB">
            <w:pPr>
              <w:rPr>
                <w:sz w:val="20"/>
              </w:rPr>
            </w:pPr>
            <w:r>
              <w:rPr>
                <w:sz w:val="20"/>
              </w:rPr>
              <w:t>-Polk president video</w:t>
            </w:r>
          </w:p>
          <w:p w:rsidR="00027ABB" w:rsidRPr="00DF0AE8" w:rsidRDefault="00027ABB" w:rsidP="00027ABB">
            <w:pPr>
              <w:rPr>
                <w:sz w:val="20"/>
              </w:rPr>
            </w:pPr>
            <w:r w:rsidRPr="00DF0AE8">
              <w:rPr>
                <w:sz w:val="20"/>
              </w:rPr>
              <w:t>-Quiz on Ch 13</w:t>
            </w:r>
          </w:p>
          <w:p w:rsidR="00027ABB" w:rsidRDefault="00027ABB" w:rsidP="00DE74C2">
            <w:pPr>
              <w:rPr>
                <w:b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ABB" w:rsidRPr="00DF0AE8" w:rsidRDefault="00027ABB" w:rsidP="00027ABB">
            <w:pPr>
              <w:rPr>
                <w:sz w:val="20"/>
              </w:rPr>
            </w:pPr>
            <w:r w:rsidRPr="00DF0AE8">
              <w:rPr>
                <w:sz w:val="20"/>
              </w:rPr>
              <w:t>-</w:t>
            </w:r>
            <w:r>
              <w:rPr>
                <w:sz w:val="20"/>
              </w:rPr>
              <w:t xml:space="preserve">HW </w:t>
            </w:r>
            <w:r w:rsidRPr="00DF0AE8">
              <w:rPr>
                <w:sz w:val="20"/>
              </w:rPr>
              <w:t>“The Mexican War-was it the national interest” (do only t-chart)</w:t>
            </w:r>
          </w:p>
          <w:p w:rsidR="00027ABB" w:rsidRDefault="004507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-HW Ch 14 S.G.</w:t>
            </w:r>
          </w:p>
        </w:tc>
      </w:tr>
      <w:tr w:rsidR="00027ABB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ABB" w:rsidRDefault="00027A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11/8</w:t>
            </w:r>
          </w:p>
          <w:p w:rsidR="00027ABB" w:rsidRDefault="00027A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Tues. 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ABB" w:rsidRDefault="00EB08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Sectionalism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ABB" w:rsidRDefault="00027ABB" w:rsidP="00027ABB">
            <w:pPr>
              <w:rPr>
                <w:sz w:val="20"/>
              </w:rPr>
            </w:pPr>
            <w:r>
              <w:rPr>
                <w:sz w:val="20"/>
              </w:rPr>
              <w:t>-Collect rewrites on DBQ (Jackson)</w:t>
            </w:r>
          </w:p>
          <w:p w:rsidR="00027ABB" w:rsidRPr="00DF0AE8" w:rsidRDefault="00027ABB" w:rsidP="00027ABB">
            <w:pPr>
              <w:rPr>
                <w:sz w:val="20"/>
              </w:rPr>
            </w:pPr>
            <w:r>
              <w:rPr>
                <w:sz w:val="20"/>
              </w:rPr>
              <w:t>-Go over Quiz</w:t>
            </w:r>
          </w:p>
          <w:p w:rsidR="00027ABB" w:rsidRDefault="00027ABB" w:rsidP="00027ABB">
            <w:pPr>
              <w:rPr>
                <w:sz w:val="20"/>
              </w:rPr>
            </w:pPr>
            <w:r w:rsidRPr="00DF0AE8">
              <w:rPr>
                <w:sz w:val="20"/>
              </w:rPr>
              <w:t>-Go over HW</w:t>
            </w:r>
          </w:p>
          <w:p w:rsidR="00027ABB" w:rsidRPr="00DF0AE8" w:rsidRDefault="00027ABB" w:rsidP="00027ABB">
            <w:pPr>
              <w:rPr>
                <w:sz w:val="20"/>
              </w:rPr>
            </w:pPr>
            <w:r>
              <w:rPr>
                <w:sz w:val="20"/>
              </w:rPr>
              <w:t>-Taylor-Pierce</w:t>
            </w:r>
            <w:r w:rsidRPr="00DF0AE8">
              <w:rPr>
                <w:sz w:val="20"/>
              </w:rPr>
              <w:t xml:space="preserve"> president video </w:t>
            </w:r>
          </w:p>
          <w:p w:rsidR="00027ABB" w:rsidRDefault="00027ABB" w:rsidP="00DE74C2">
            <w:pPr>
              <w:rPr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ABB" w:rsidRDefault="004507AF" w:rsidP="00DE74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-HW Ch 14 S.G.</w:t>
            </w:r>
          </w:p>
        </w:tc>
      </w:tr>
      <w:tr w:rsidR="00027ABB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ABB" w:rsidRDefault="00027A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11/9</w:t>
            </w:r>
          </w:p>
          <w:p w:rsidR="00027ABB" w:rsidRDefault="00027A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Wed.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ABB" w:rsidRDefault="00EB08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Sectionalism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ABB" w:rsidRPr="00DF0AE8" w:rsidRDefault="00027ABB" w:rsidP="00027ABB">
            <w:pPr>
              <w:rPr>
                <w:sz w:val="20"/>
              </w:rPr>
            </w:pPr>
            <w:r w:rsidRPr="00DF0AE8">
              <w:rPr>
                <w:sz w:val="20"/>
              </w:rPr>
              <w:t>-Sectional Framework for the Ante-bellum Period</w:t>
            </w:r>
          </w:p>
          <w:p w:rsidR="00027ABB" w:rsidRPr="00DF0AE8" w:rsidRDefault="00027ABB" w:rsidP="00027ABB">
            <w:pPr>
              <w:rPr>
                <w:sz w:val="20"/>
              </w:rPr>
            </w:pPr>
            <w:r w:rsidRPr="00DF0AE8">
              <w:rPr>
                <w:sz w:val="20"/>
              </w:rPr>
              <w:t xml:space="preserve">-Buchanan president video </w:t>
            </w:r>
          </w:p>
          <w:p w:rsidR="00027ABB" w:rsidRDefault="00027ABB" w:rsidP="00DE74C2">
            <w:pPr>
              <w:rPr>
                <w:sz w:val="20"/>
                <w:szCs w:val="20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ABB" w:rsidRDefault="004507AF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-HW Ch 14 S.G.</w:t>
            </w:r>
          </w:p>
        </w:tc>
      </w:tr>
      <w:tr w:rsidR="00027ABB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ABB" w:rsidRDefault="00027A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11/10</w:t>
            </w:r>
          </w:p>
          <w:p w:rsidR="00027ABB" w:rsidRDefault="00027A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Thurs.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ABB" w:rsidRDefault="00EB08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Sectionalism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ABB" w:rsidRPr="00DF0AE8" w:rsidRDefault="00027ABB" w:rsidP="00027ABB">
            <w:pPr>
              <w:rPr>
                <w:sz w:val="20"/>
              </w:rPr>
            </w:pPr>
            <w:r w:rsidRPr="00DF0AE8">
              <w:rPr>
                <w:sz w:val="20"/>
              </w:rPr>
              <w:t>-Power Point on Ch 14</w:t>
            </w:r>
          </w:p>
          <w:p w:rsidR="00027ABB" w:rsidRPr="00DF0AE8" w:rsidRDefault="00027ABB" w:rsidP="00027ABB">
            <w:pPr>
              <w:rPr>
                <w:sz w:val="20"/>
              </w:rPr>
            </w:pPr>
            <w:r w:rsidRPr="00DF0AE8">
              <w:rPr>
                <w:sz w:val="20"/>
              </w:rPr>
              <w:t>-Quiz on Ch 14</w:t>
            </w:r>
          </w:p>
          <w:p w:rsidR="00027ABB" w:rsidRDefault="00027ABB" w:rsidP="00027ABB">
            <w:pPr>
              <w:rPr>
                <w:sz w:val="20"/>
              </w:rPr>
            </w:pPr>
            <w:r>
              <w:rPr>
                <w:sz w:val="20"/>
              </w:rPr>
              <w:t xml:space="preserve">-Go over Quiz </w:t>
            </w:r>
          </w:p>
          <w:p w:rsidR="00027ABB" w:rsidRDefault="00027ABB" w:rsidP="00DE74C2">
            <w:pPr>
              <w:rPr>
                <w:sz w:val="20"/>
                <w:szCs w:val="20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ABB" w:rsidRDefault="004507AF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-HW Ch 14 S.G.</w:t>
            </w:r>
          </w:p>
        </w:tc>
      </w:tr>
      <w:tr w:rsidR="00027ABB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ABB" w:rsidRDefault="00027A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11/11</w:t>
            </w:r>
          </w:p>
          <w:p w:rsidR="00027ABB" w:rsidRDefault="00027A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Fri.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ABB" w:rsidRDefault="00027A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Veterans Day (OFF)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ABB" w:rsidRDefault="00027ABB">
            <w:pPr>
              <w:rPr>
                <w:sz w:val="20"/>
                <w:szCs w:val="20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ABB" w:rsidRDefault="00027ABB">
            <w:pPr>
              <w:rPr>
                <w:sz w:val="20"/>
                <w:szCs w:val="20"/>
              </w:rPr>
            </w:pPr>
          </w:p>
        </w:tc>
      </w:tr>
    </w:tbl>
    <w:p w:rsidR="00027ABB" w:rsidRDefault="00027ABB">
      <w:pPr>
        <w:rPr>
          <w:sz w:val="22"/>
          <w:szCs w:val="22"/>
        </w:rPr>
      </w:pPr>
    </w:p>
    <w:p w:rsidR="00027ABB" w:rsidRDefault="00027ABB">
      <w:pPr>
        <w:rPr>
          <w:sz w:val="22"/>
          <w:szCs w:val="22"/>
        </w:rPr>
      </w:pPr>
    </w:p>
    <w:p w:rsidR="00027ABB" w:rsidRDefault="00027ABB">
      <w:pPr>
        <w:rPr>
          <w:sz w:val="22"/>
          <w:szCs w:val="22"/>
        </w:rPr>
      </w:pPr>
    </w:p>
    <w:p w:rsidR="00027ABB" w:rsidRDefault="00027ABB">
      <w:pPr>
        <w:rPr>
          <w:sz w:val="22"/>
          <w:szCs w:val="22"/>
        </w:rPr>
      </w:pPr>
    </w:p>
    <w:p w:rsidR="00027ABB" w:rsidRDefault="00027ABB">
      <w:pPr>
        <w:rPr>
          <w:sz w:val="22"/>
          <w:szCs w:val="22"/>
        </w:rPr>
      </w:pPr>
    </w:p>
    <w:p w:rsidR="00027ABB" w:rsidRDefault="00027ABB">
      <w:pPr>
        <w:rPr>
          <w:sz w:val="22"/>
          <w:szCs w:val="22"/>
        </w:rPr>
      </w:pPr>
    </w:p>
    <w:p w:rsidR="00027ABB" w:rsidRDefault="00027ABB">
      <w:pPr>
        <w:rPr>
          <w:sz w:val="22"/>
          <w:szCs w:val="22"/>
        </w:rPr>
      </w:pPr>
    </w:p>
    <w:p w:rsidR="00027ABB" w:rsidRDefault="00027ABB">
      <w:pPr>
        <w:rPr>
          <w:sz w:val="22"/>
          <w:szCs w:val="22"/>
        </w:rPr>
      </w:pPr>
    </w:p>
    <w:p w:rsidR="00027ABB" w:rsidRDefault="00027ABB">
      <w:pPr>
        <w:pStyle w:val="msonormalcxsplast"/>
        <w:ind w:left="2880"/>
        <w:contextualSpacing/>
        <w:rPr>
          <w:rFonts w:cs="Times New Roman"/>
          <w:sz w:val="22"/>
          <w:szCs w:val="22"/>
        </w:rPr>
      </w:pPr>
    </w:p>
    <w:sectPr w:rsidR="00027ABB">
      <w:pgSz w:w="12240" w:h="15840"/>
      <w:pgMar w:top="1080" w:right="1440" w:bottom="99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attachedTemplate r:id="rId1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SnapToGridInCell/>
    <w:doNotWrapTextWithPunct/>
    <w:doNotUseEastAsianBreakRules/>
    <w:useFELayout/>
    <w:useNormalStyleForList/>
    <w:doNotUseIndentAsNumberingTabStop/>
    <w:useAltKinsokuLineBreakRules/>
    <w:doNotSuppressIndentation/>
    <w:doNotAutofitConstrainedTables/>
    <w:autofitToFirstFixedWidthCell/>
    <w:displayHangulFixedWidth/>
  </w:compat>
  <w:rsids>
    <w:rsidRoot w:val="00DE74C2"/>
    <w:rsid w:val="00027ABB"/>
    <w:rsid w:val="004507AF"/>
    <w:rsid w:val="00DE74C2"/>
    <w:rsid w:val="00EB08F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Pr>
      <w:color w:val="800080"/>
      <w:u w:val="single"/>
    </w:rPr>
  </w:style>
  <w:style w:type="paragraph" w:styleId="ListParagraph">
    <w:name w:val="List Paragraph"/>
    <w:basedOn w:val="Normal"/>
    <w:uiPriority w:val="34"/>
    <w:pPr>
      <w:ind w:left="720"/>
      <w:contextualSpacing/>
    </w:pPr>
    <w:rPr>
      <w:rFonts w:ascii="Cambria" w:eastAsia="Cambria" w:hAnsi="Cambria"/>
    </w:rPr>
  </w:style>
  <w:style w:type="paragraph" w:customStyle="1" w:styleId="msonormalcxsplast">
    <w:name w:val="msonormalcxsplast"/>
    <w:basedOn w:val="Normal"/>
    <w:rPr>
      <w:rFonts w:ascii="Times" w:eastAsiaTheme="minorEastAsia" w:hAnsi="Times" w:cstheme="minorBid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141</Words>
  <Characters>807</Characters>
  <Application>Microsoft Macintosh Word</Application>
  <DocSecurity>0</DocSecurity>
  <Lines>6</Lines>
  <Paragraphs>1</Paragraphs>
  <ScaleCrop>false</ScaleCrop>
  <Company>Township High School District 214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BGHS</dc:creator>
  <cp:keywords/>
  <cp:lastModifiedBy>Buffalo Grive High School</cp:lastModifiedBy>
  <cp:revision>3</cp:revision>
  <cp:lastPrinted>2010-10-12T13:43:00Z</cp:lastPrinted>
  <dcterms:created xsi:type="dcterms:W3CDTF">2011-11-17T13:33:00Z</dcterms:created>
  <dcterms:modified xsi:type="dcterms:W3CDTF">2011-11-17T14:11:00Z</dcterms:modified>
</cp:coreProperties>
</file>